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9A0" w:rsidRDefault="00574F4D">
      <w:pPr>
        <w:pStyle w:val="Heading1"/>
      </w:pPr>
      <w:bookmarkStart w:id="0" w:name="_GoBack"/>
      <w:bookmarkEnd w:id="0"/>
      <w:r>
        <w:t>Vzdělávací oblast: Jazyk a jazyková komunikace</w:t>
      </w:r>
    </w:p>
    <w:p w:rsidR="008229A0" w:rsidRDefault="00574F4D">
      <w:pPr>
        <w:rPr>
          <w:b/>
          <w:sz w:val="28"/>
        </w:rPr>
      </w:pPr>
      <w:r>
        <w:rPr>
          <w:b/>
          <w:sz w:val="28"/>
        </w:rPr>
        <w:t>Vyučovací předmět: Anglický jazyk</w:t>
      </w:r>
    </w:p>
    <w:p w:rsidR="008229A0" w:rsidRPr="00664E7F" w:rsidRDefault="008229A0">
      <w:pPr>
        <w:rPr>
          <w:sz w:val="24"/>
          <w:szCs w:val="24"/>
        </w:rPr>
      </w:pPr>
    </w:p>
    <w:p w:rsidR="008229A0" w:rsidRPr="00664E7F" w:rsidRDefault="00574F4D">
      <w:pPr>
        <w:rPr>
          <w:sz w:val="28"/>
        </w:rPr>
      </w:pPr>
      <w:r w:rsidRPr="00664E7F">
        <w:rPr>
          <w:sz w:val="28"/>
        </w:rPr>
        <w:t>Ročník: 5.</w:t>
      </w:r>
    </w:p>
    <w:tbl>
      <w:tblPr>
        <w:tblW w:w="14621" w:type="dxa"/>
        <w:tblInd w:w="-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8"/>
        <w:gridCol w:w="4253"/>
        <w:gridCol w:w="3544"/>
        <w:gridCol w:w="2146"/>
      </w:tblGrid>
      <w:tr w:rsidR="008229A0" w:rsidRPr="00664E7F" w:rsidTr="008229A0">
        <w:tblPrEx>
          <w:tblCellMar>
            <w:top w:w="0" w:type="dxa"/>
            <w:bottom w:w="0" w:type="dxa"/>
          </w:tblCellMar>
        </w:tblPrEx>
        <w:trPr>
          <w:trHeight w:hRule="exact" w:val="620"/>
          <w:tblHeader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29A0" w:rsidRPr="00664E7F" w:rsidRDefault="00574F4D">
            <w:pPr>
              <w:pStyle w:val="Heading2"/>
              <w:snapToGrid w:val="0"/>
              <w:jc w:val="center"/>
            </w:pPr>
            <w:r w:rsidRPr="00664E7F">
              <w:t>Výstup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29A0" w:rsidRPr="00664E7F" w:rsidRDefault="00574F4D">
            <w:pPr>
              <w:pStyle w:val="Heading2"/>
              <w:snapToGrid w:val="0"/>
              <w:jc w:val="center"/>
            </w:pPr>
            <w:r w:rsidRPr="00664E7F">
              <w:t>Učivo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29A0" w:rsidRPr="00664E7F" w:rsidRDefault="00574F4D">
            <w:pPr>
              <w:pStyle w:val="Heading2"/>
              <w:snapToGrid w:val="0"/>
              <w:jc w:val="center"/>
            </w:pPr>
            <w:r w:rsidRPr="00664E7F">
              <w:t>Mezipředm. vztahy, průřezová témata, kurzy, projekty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29A0" w:rsidRPr="00664E7F" w:rsidRDefault="00574F4D">
            <w:pPr>
              <w:snapToGrid w:val="0"/>
              <w:jc w:val="center"/>
              <w:rPr>
                <w:b/>
                <w:sz w:val="24"/>
              </w:rPr>
            </w:pPr>
            <w:r w:rsidRPr="00664E7F">
              <w:rPr>
                <w:b/>
                <w:sz w:val="24"/>
              </w:rPr>
              <w:t>Poznámky</w:t>
            </w:r>
          </w:p>
        </w:tc>
      </w:tr>
      <w:tr w:rsidR="008229A0" w:rsidRPr="00664E7F" w:rsidTr="0095311D">
        <w:tblPrEx>
          <w:tblCellMar>
            <w:top w:w="0" w:type="dxa"/>
            <w:bottom w:w="0" w:type="dxa"/>
          </w:tblCellMar>
        </w:tblPrEx>
        <w:trPr>
          <w:trHeight w:val="206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29A0" w:rsidRPr="00664E7F" w:rsidRDefault="00FB5BE2" w:rsidP="00337988">
            <w:pPr>
              <w:numPr>
                <w:ilvl w:val="0"/>
                <w:numId w:val="8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používá </w:t>
            </w:r>
            <w:r w:rsidR="00574F4D" w:rsidRPr="00664E7F">
              <w:rPr>
                <w:sz w:val="24"/>
                <w:szCs w:val="24"/>
              </w:rPr>
              <w:t>slovní zásobu, např. na téma rodina, z</w:t>
            </w:r>
            <w:r>
              <w:rPr>
                <w:sz w:val="24"/>
                <w:szCs w:val="24"/>
              </w:rPr>
              <w:t>vířata, škola, věci kolem nás, záliby</w:t>
            </w:r>
            <w:r w:rsidR="00574F4D" w:rsidRPr="00664E7F">
              <w:rPr>
                <w:sz w:val="24"/>
                <w:szCs w:val="24"/>
              </w:rPr>
              <w:t>…</w:t>
            </w:r>
          </w:p>
          <w:p w:rsidR="008229A0" w:rsidRPr="00FB5BE2" w:rsidRDefault="00FB5BE2" w:rsidP="0033798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pozdraví při setkání a loučení, osloví, představí sebe a</w:t>
            </w:r>
            <w:r w:rsidR="00574F4D" w:rsidRPr="00664E7F">
              <w:rPr>
                <w:sz w:val="24"/>
                <w:szCs w:val="24"/>
              </w:rPr>
              <w:t xml:space="preserve"> dru</w:t>
            </w:r>
            <w:r>
              <w:rPr>
                <w:sz w:val="24"/>
                <w:szCs w:val="24"/>
              </w:rPr>
              <w:t>hé</w:t>
            </w:r>
          </w:p>
          <w:p w:rsidR="008229A0" w:rsidRPr="00664E7F" w:rsidRDefault="00574F4D" w:rsidP="0033798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 xml:space="preserve">čte nahlas, plynule a foneticky správně jednoduché </w:t>
            </w:r>
            <w:r w:rsidR="000C3C52">
              <w:rPr>
                <w:sz w:val="24"/>
                <w:szCs w:val="24"/>
              </w:rPr>
              <w:t>audio – orálně připravené texty</w:t>
            </w:r>
          </w:p>
          <w:p w:rsidR="008229A0" w:rsidRPr="00664E7F" w:rsidRDefault="00574F4D" w:rsidP="0033798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orientuje se v obsahu jednoduchého textu</w:t>
            </w:r>
          </w:p>
          <w:p w:rsidR="008229A0" w:rsidRPr="00664E7F" w:rsidRDefault="00574F4D" w:rsidP="0033798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vyhledává odpovědi na otázky, potřebnou informaci</w:t>
            </w:r>
          </w:p>
          <w:p w:rsidR="008229A0" w:rsidRPr="00664E7F" w:rsidRDefault="00FB5BE2" w:rsidP="0033798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navazuje</w:t>
            </w:r>
            <w:r w:rsidR="00574F4D" w:rsidRPr="00664E7F">
              <w:rPr>
                <w:sz w:val="24"/>
                <w:szCs w:val="24"/>
              </w:rPr>
              <w:t xml:space="preserve"> kontakt s konkrétní osobou</w:t>
            </w:r>
          </w:p>
          <w:p w:rsidR="008229A0" w:rsidRPr="00FB5BE2" w:rsidRDefault="00574F4D" w:rsidP="0033798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vyžádá jednoduchou informaci</w:t>
            </w:r>
          </w:p>
          <w:p w:rsidR="008229A0" w:rsidRPr="00664E7F" w:rsidRDefault="00574F4D" w:rsidP="0033798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rozumí jednoduché konverzaci dvou osob a chápe její obsah a smysl</w:t>
            </w:r>
          </w:p>
          <w:p w:rsidR="008229A0" w:rsidRPr="00664E7F" w:rsidRDefault="00574F4D" w:rsidP="0033798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používá abecední slovník učebnice</w:t>
            </w:r>
          </w:p>
          <w:p w:rsidR="008229A0" w:rsidRPr="00664E7F" w:rsidRDefault="00574F4D" w:rsidP="0033798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pracuje s </w:t>
            </w:r>
            <w:r w:rsidR="00431A63" w:rsidRPr="00664E7F">
              <w:rPr>
                <w:sz w:val="24"/>
                <w:szCs w:val="24"/>
              </w:rPr>
              <w:t>anglickými písněmi</w:t>
            </w:r>
          </w:p>
          <w:p w:rsidR="008229A0" w:rsidRPr="00664E7F" w:rsidRDefault="00574F4D" w:rsidP="0033798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rozumí pokynům učitele při práci ve třídě a dokáže na ně reagovat</w:t>
            </w:r>
          </w:p>
          <w:p w:rsidR="00E56015" w:rsidRPr="00FB5BE2" w:rsidRDefault="00E56015" w:rsidP="00337988">
            <w:pPr>
              <w:numPr>
                <w:ilvl w:val="0"/>
                <w:numId w:val="8"/>
              </w:numPr>
              <w:rPr>
                <w:bCs/>
                <w:iCs/>
                <w:sz w:val="24"/>
                <w:szCs w:val="24"/>
              </w:rPr>
            </w:pPr>
            <w:r w:rsidRPr="00664E7F">
              <w:rPr>
                <w:bCs/>
                <w:iCs/>
                <w:sz w:val="24"/>
                <w:szCs w:val="24"/>
              </w:rPr>
              <w:t>rozumí jednoduchým pokynům a otázkám učitele, které jsou sdělovány pomalu a s pečlivou výslovností</w:t>
            </w:r>
          </w:p>
          <w:p w:rsidR="00E56015" w:rsidRPr="00664E7F" w:rsidRDefault="00E56015" w:rsidP="00337988">
            <w:pPr>
              <w:pStyle w:val="Default"/>
              <w:numPr>
                <w:ilvl w:val="0"/>
                <w:numId w:val="8"/>
              </w:numPr>
              <w:ind w:right="113"/>
              <w:rPr>
                <w:color w:val="auto"/>
              </w:rPr>
            </w:pPr>
            <w:r w:rsidRPr="00664E7F">
              <w:rPr>
                <w:bCs/>
                <w:iCs/>
                <w:color w:val="auto"/>
              </w:rPr>
              <w:t xml:space="preserve">rozumí jednoduchému poslechovému textu, pokud je pronášen pomalu a zřetelně a má k dispozici vizuální oporu </w:t>
            </w:r>
          </w:p>
          <w:p w:rsidR="00431A63" w:rsidRPr="00AE1391" w:rsidRDefault="0095311D" w:rsidP="00337988">
            <w:pPr>
              <w:pStyle w:val="Default"/>
              <w:numPr>
                <w:ilvl w:val="0"/>
                <w:numId w:val="8"/>
              </w:numPr>
              <w:rPr>
                <w:color w:val="auto"/>
              </w:rPr>
            </w:pPr>
            <w:r>
              <w:rPr>
                <w:rStyle w:val="Styl11bTunKurzvaVpravo02cmPed1bChar"/>
                <w:b w:val="0"/>
                <w:i w:val="0"/>
                <w:color w:val="auto"/>
                <w:sz w:val="24"/>
                <w:szCs w:val="24"/>
              </w:rPr>
              <w:t xml:space="preserve">je schopen vytvořit a </w:t>
            </w:r>
            <w:r w:rsidR="00431A63">
              <w:rPr>
                <w:rStyle w:val="Styl11bTunKurzvaVpravo02cmPed1bChar"/>
                <w:b w:val="0"/>
                <w:i w:val="0"/>
                <w:color w:val="auto"/>
                <w:sz w:val="24"/>
                <w:szCs w:val="24"/>
              </w:rPr>
              <w:t>prezentovat podle vzoru</w:t>
            </w:r>
            <w:r w:rsidR="00E56015" w:rsidRPr="00664E7F">
              <w:rPr>
                <w:rStyle w:val="Styl11bTunKurzvaVpravo02cmPed1bChar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E56015" w:rsidRPr="00664E7F">
              <w:rPr>
                <w:color w:val="auto"/>
              </w:rPr>
              <w:t>jednodu</w:t>
            </w:r>
            <w:r w:rsidR="00431A63">
              <w:rPr>
                <w:color w:val="auto"/>
              </w:rPr>
              <w:t>chý</w:t>
            </w:r>
            <w:r w:rsidR="00E56015" w:rsidRPr="00664E7F">
              <w:rPr>
                <w:color w:val="auto"/>
              </w:rPr>
              <w:t xml:space="preserve"> rozhovo</w:t>
            </w:r>
            <w:r w:rsidR="00431A63">
              <w:rPr>
                <w:color w:val="auto"/>
              </w:rPr>
              <w:t>r</w:t>
            </w:r>
            <w:r w:rsidR="00431A63">
              <w:rPr>
                <w:bCs/>
                <w:iCs/>
                <w:color w:val="auto"/>
              </w:rPr>
              <w:t xml:space="preserve">, který se </w:t>
            </w:r>
            <w:r w:rsidR="00431A63">
              <w:rPr>
                <w:bCs/>
                <w:iCs/>
                <w:color w:val="auto"/>
              </w:rPr>
              <w:lastRenderedPageBreak/>
              <w:t xml:space="preserve">vztahuje </w:t>
            </w:r>
            <w:r w:rsidR="00431A63">
              <w:rPr>
                <w:color w:val="auto"/>
              </w:rPr>
              <w:t>k osvojovanému</w:t>
            </w:r>
            <w:r w:rsidR="00431A63" w:rsidRPr="00AE1391">
              <w:rPr>
                <w:color w:val="auto"/>
              </w:rPr>
              <w:t xml:space="preserve"> tém</w:t>
            </w:r>
            <w:r w:rsidR="00431A63" w:rsidRPr="00AE1391">
              <w:rPr>
                <w:color w:val="auto"/>
              </w:rPr>
              <w:t>a</w:t>
            </w:r>
            <w:r w:rsidR="00431A63">
              <w:rPr>
                <w:color w:val="auto"/>
              </w:rPr>
              <w:t>tu.</w:t>
            </w:r>
          </w:p>
          <w:p w:rsidR="00E56015" w:rsidRPr="000D1AF2" w:rsidRDefault="00E56015" w:rsidP="00337988">
            <w:pPr>
              <w:pStyle w:val="Default"/>
              <w:numPr>
                <w:ilvl w:val="0"/>
                <w:numId w:val="8"/>
              </w:numPr>
              <w:ind w:right="113"/>
              <w:rPr>
                <w:bCs/>
                <w:iCs/>
                <w:color w:val="auto"/>
              </w:rPr>
            </w:pPr>
            <w:r w:rsidRPr="00664E7F">
              <w:rPr>
                <w:bCs/>
                <w:iCs/>
                <w:color w:val="auto"/>
              </w:rPr>
              <w:t>sdělí jednoduchým způsobem zákla</w:t>
            </w:r>
            <w:r w:rsidRPr="00664E7F">
              <w:rPr>
                <w:bCs/>
                <w:iCs/>
                <w:color w:val="auto"/>
              </w:rPr>
              <w:t>d</w:t>
            </w:r>
            <w:r w:rsidRPr="00664E7F">
              <w:rPr>
                <w:bCs/>
                <w:iCs/>
                <w:color w:val="auto"/>
              </w:rPr>
              <w:t>ní informace týkající se jeho samo</w:t>
            </w:r>
            <w:r w:rsidRPr="00664E7F">
              <w:rPr>
                <w:bCs/>
                <w:iCs/>
                <w:color w:val="auto"/>
              </w:rPr>
              <w:t>t</w:t>
            </w:r>
            <w:r w:rsidRPr="00664E7F">
              <w:rPr>
                <w:bCs/>
                <w:iCs/>
                <w:color w:val="auto"/>
              </w:rPr>
              <w:t>ného, rodiny, školy, volného času a dalších osvojovaných témat</w:t>
            </w:r>
            <w:r w:rsidR="000D1AF2">
              <w:rPr>
                <w:bCs/>
                <w:iCs/>
                <w:color w:val="auto"/>
              </w:rPr>
              <w:t xml:space="preserve"> a p</w:t>
            </w:r>
            <w:r w:rsidR="000D1AF2">
              <w:rPr>
                <w:bCs/>
                <w:iCs/>
                <w:color w:val="auto"/>
              </w:rPr>
              <w:t>o</w:t>
            </w:r>
            <w:r w:rsidR="000D1AF2">
              <w:rPr>
                <w:bCs/>
                <w:iCs/>
                <w:color w:val="auto"/>
              </w:rPr>
              <w:t>dobné otázky pokládá</w:t>
            </w:r>
          </w:p>
          <w:p w:rsidR="00E56015" w:rsidRPr="00664E7F" w:rsidRDefault="00E56015" w:rsidP="00337988">
            <w:pPr>
              <w:pStyle w:val="Default"/>
              <w:numPr>
                <w:ilvl w:val="0"/>
                <w:numId w:val="8"/>
              </w:numPr>
              <w:rPr>
                <w:color w:val="auto"/>
              </w:rPr>
            </w:pPr>
            <w:r w:rsidRPr="00664E7F">
              <w:rPr>
                <w:bCs/>
                <w:iCs/>
                <w:color w:val="auto"/>
              </w:rPr>
              <w:t>rozumí jednoduchým krátkým textům z běžného života, zejména pokud má k dispozici vizuální oporu</w:t>
            </w:r>
          </w:p>
          <w:p w:rsidR="00E56015" w:rsidRPr="00664E7F" w:rsidRDefault="00E56015" w:rsidP="00337988">
            <w:pPr>
              <w:numPr>
                <w:ilvl w:val="0"/>
                <w:numId w:val="8"/>
              </w:numPr>
              <w:rPr>
                <w:bCs/>
                <w:iCs/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 xml:space="preserve">napíše krátký text </w:t>
            </w:r>
            <w:r w:rsidRPr="00664E7F">
              <w:rPr>
                <w:bCs/>
                <w:iCs/>
                <w:sz w:val="24"/>
                <w:szCs w:val="24"/>
              </w:rPr>
              <w:t>s použitím jednoduchých vět a slovních spojení o sobě, rodině, činnostech a událostech z oblasti svých zájmů a každodenního života</w:t>
            </w:r>
          </w:p>
          <w:p w:rsidR="00E56015" w:rsidRPr="00EA4111" w:rsidRDefault="00E56015" w:rsidP="00337988">
            <w:pPr>
              <w:pStyle w:val="Styl11bTunKurzvaVpravo02cmPed1b"/>
              <w:numPr>
                <w:ilvl w:val="0"/>
                <w:numId w:val="8"/>
              </w:numPr>
              <w:rPr>
                <w:b w:val="0"/>
                <w:i w:val="0"/>
                <w:sz w:val="24"/>
                <w:szCs w:val="24"/>
                <w:lang w:val="cs-CZ" w:eastAsia="cs-CZ"/>
              </w:rPr>
            </w:pPr>
            <w:r w:rsidRPr="00EA4111">
              <w:rPr>
                <w:b w:val="0"/>
                <w:i w:val="0"/>
                <w:sz w:val="24"/>
                <w:szCs w:val="24"/>
                <w:lang w:val="cs-CZ" w:eastAsia="cs-CZ"/>
              </w:rPr>
              <w:t>vyplní osobní údaje do</w:t>
            </w:r>
            <w:r w:rsidRPr="00EA4111">
              <w:rPr>
                <w:b w:val="0"/>
                <w:bCs w:val="0"/>
                <w:i w:val="0"/>
                <w:iCs w:val="0"/>
                <w:sz w:val="24"/>
                <w:szCs w:val="24"/>
                <w:lang w:val="cs-CZ" w:eastAsia="cs-CZ"/>
              </w:rPr>
              <w:t xml:space="preserve"> formul</w:t>
            </w:r>
            <w:r w:rsidRPr="00EA4111">
              <w:rPr>
                <w:b w:val="0"/>
                <w:bCs w:val="0"/>
                <w:i w:val="0"/>
                <w:iCs w:val="0"/>
                <w:sz w:val="24"/>
                <w:szCs w:val="24"/>
                <w:lang w:val="cs-CZ" w:eastAsia="cs-CZ"/>
              </w:rPr>
              <w:t>á</w:t>
            </w:r>
            <w:r w:rsidRPr="00EA4111">
              <w:rPr>
                <w:b w:val="0"/>
                <w:bCs w:val="0"/>
                <w:i w:val="0"/>
                <w:iCs w:val="0"/>
                <w:sz w:val="24"/>
                <w:szCs w:val="24"/>
                <w:lang w:val="cs-CZ" w:eastAsia="cs-CZ"/>
              </w:rPr>
              <w:t>ře</w:t>
            </w:r>
          </w:p>
          <w:p w:rsidR="00431A63" w:rsidRDefault="000D1AF2" w:rsidP="00337988">
            <w:pPr>
              <w:pStyle w:val="Default"/>
              <w:numPr>
                <w:ilvl w:val="0"/>
                <w:numId w:val="8"/>
              </w:numPr>
              <w:rPr>
                <w:color w:val="auto"/>
              </w:rPr>
            </w:pPr>
            <w:r>
              <w:rPr>
                <w:color w:val="auto"/>
              </w:rPr>
              <w:t>používá</w:t>
            </w:r>
            <w:r w:rsidR="00E56015" w:rsidRPr="00664E7F">
              <w:rPr>
                <w:color w:val="auto"/>
              </w:rPr>
              <w:t xml:space="preserve"> základní slovní zásobu v komunikačních situacích pr</w:t>
            </w:r>
            <w:r w:rsidR="00E56015" w:rsidRPr="00664E7F">
              <w:rPr>
                <w:color w:val="auto"/>
              </w:rPr>
              <w:t>o</w:t>
            </w:r>
            <w:r w:rsidR="00E56015" w:rsidRPr="00664E7F">
              <w:rPr>
                <w:color w:val="auto"/>
              </w:rPr>
              <w:t>bíraných temat</w:t>
            </w:r>
            <w:r>
              <w:rPr>
                <w:color w:val="auto"/>
              </w:rPr>
              <w:t xml:space="preserve">ických okruhů a </w:t>
            </w:r>
            <w:r w:rsidR="00E56015" w:rsidRPr="00664E7F">
              <w:rPr>
                <w:color w:val="auto"/>
              </w:rPr>
              <w:t>v komunikačních situ</w:t>
            </w:r>
            <w:r w:rsidR="00E56015" w:rsidRPr="00664E7F">
              <w:rPr>
                <w:color w:val="auto"/>
              </w:rPr>
              <w:t>a</w:t>
            </w:r>
            <w:r w:rsidR="0095311D">
              <w:rPr>
                <w:color w:val="auto"/>
              </w:rPr>
              <w:t>cích</w:t>
            </w:r>
            <w:r w:rsidR="00E56015" w:rsidRPr="00664E7F">
              <w:rPr>
                <w:color w:val="auto"/>
              </w:rPr>
              <w:t xml:space="preserve"> </w:t>
            </w:r>
          </w:p>
          <w:p w:rsidR="00E56015" w:rsidRPr="00664E7F" w:rsidRDefault="00621A47" w:rsidP="00337988">
            <w:pPr>
              <w:pStyle w:val="Default"/>
              <w:numPr>
                <w:ilvl w:val="0"/>
                <w:numId w:val="8"/>
              </w:numPr>
              <w:rPr>
                <w:color w:val="auto"/>
              </w:rPr>
            </w:pPr>
            <w:r>
              <w:rPr>
                <w:color w:val="auto"/>
              </w:rPr>
              <w:t>v</w:t>
            </w:r>
            <w:r w:rsidR="00431A63">
              <w:rPr>
                <w:color w:val="auto"/>
              </w:rPr>
              <w:t xml:space="preserve">yhledá neznámá slova </w:t>
            </w:r>
            <w:r>
              <w:rPr>
                <w:color w:val="auto"/>
              </w:rPr>
              <w:t>v knižní verzi slovníku</w:t>
            </w:r>
            <w:r w:rsidR="00E56015" w:rsidRPr="00664E7F">
              <w:rPr>
                <w:color w:val="auto"/>
              </w:rPr>
              <w:t xml:space="preserve">  </w:t>
            </w:r>
          </w:p>
          <w:p w:rsidR="008229A0" w:rsidRPr="00664E7F" w:rsidRDefault="008229A0" w:rsidP="00E5601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65295" w:rsidRPr="00664E7F" w:rsidRDefault="00E65295" w:rsidP="00337988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mluvnice</w:t>
            </w:r>
          </w:p>
          <w:p w:rsidR="00794E0B" w:rsidRPr="00664E7F" w:rsidRDefault="00794E0B" w:rsidP="00337988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přivlastňovací zájmena</w:t>
            </w:r>
          </w:p>
          <w:p w:rsidR="00E65295" w:rsidRPr="00664E7F" w:rsidRDefault="00E65295" w:rsidP="00337988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způsobová slovesa „</w:t>
            </w:r>
            <w:proofErr w:type="spellStart"/>
            <w:r w:rsidRPr="00664E7F">
              <w:rPr>
                <w:sz w:val="24"/>
                <w:szCs w:val="24"/>
              </w:rPr>
              <w:t>can</w:t>
            </w:r>
            <w:proofErr w:type="spellEnd"/>
            <w:r w:rsidRPr="00664E7F">
              <w:rPr>
                <w:sz w:val="24"/>
                <w:szCs w:val="24"/>
              </w:rPr>
              <w:t>“</w:t>
            </w:r>
          </w:p>
          <w:p w:rsidR="00E65295" w:rsidRPr="000D1AF2" w:rsidRDefault="00E65295" w:rsidP="00337988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vyjádření stupně libosti a nelibosti</w:t>
            </w:r>
          </w:p>
          <w:p w:rsidR="00E65295" w:rsidRPr="00664E7F" w:rsidRDefault="00E65295" w:rsidP="00337988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přítomný čas prostý</w:t>
            </w:r>
          </w:p>
          <w:p w:rsidR="00E65295" w:rsidRPr="00664E7F" w:rsidRDefault="00E65295" w:rsidP="00337988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tvoření vět jednoduchých, otázek a odpovědí, tvoření záporů</w:t>
            </w:r>
          </w:p>
          <w:p w:rsidR="000D1AF2" w:rsidRPr="00E65295" w:rsidRDefault="000D1AF2" w:rsidP="00E65295">
            <w:pPr>
              <w:ind w:left="360"/>
              <w:rPr>
                <w:sz w:val="24"/>
                <w:szCs w:val="24"/>
              </w:rPr>
            </w:pPr>
          </w:p>
          <w:p w:rsidR="00794E0B" w:rsidRPr="00664E7F" w:rsidRDefault="00794E0B" w:rsidP="00794E0B">
            <w:pPr>
              <w:pStyle w:val="Odstavecseseznamem"/>
            </w:pPr>
          </w:p>
          <w:p w:rsidR="00DF452B" w:rsidRPr="00664E7F" w:rsidRDefault="00DF452B" w:rsidP="00337988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byt, dům (vybavení), adresa</w:t>
            </w:r>
          </w:p>
          <w:p w:rsidR="00DF452B" w:rsidRPr="000D1AF2" w:rsidRDefault="00DF452B" w:rsidP="00337988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 xml:space="preserve">číslovky 1 – 100, </w:t>
            </w:r>
            <w:r>
              <w:rPr>
                <w:sz w:val="24"/>
                <w:szCs w:val="24"/>
              </w:rPr>
              <w:t xml:space="preserve"> základní </w:t>
            </w:r>
            <w:r w:rsidRPr="00664E7F">
              <w:rPr>
                <w:sz w:val="24"/>
                <w:szCs w:val="24"/>
              </w:rPr>
              <w:t>řadové číslovky</w:t>
            </w:r>
          </w:p>
          <w:p w:rsidR="00DF452B" w:rsidRPr="00664E7F" w:rsidRDefault="00DF452B" w:rsidP="00337988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jídlo, nápoje</w:t>
            </w:r>
          </w:p>
          <w:p w:rsidR="00DF452B" w:rsidRPr="00664E7F" w:rsidRDefault="00DF452B" w:rsidP="00337988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lidské tělo, oblečení</w:t>
            </w:r>
          </w:p>
          <w:p w:rsidR="00DF452B" w:rsidRPr="000D1AF2" w:rsidRDefault="00DF452B" w:rsidP="00337988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názvy měsíců, datum</w:t>
            </w:r>
          </w:p>
          <w:p w:rsidR="00DF452B" w:rsidRDefault="00DF452B" w:rsidP="00337988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denní režim, domácí práce</w:t>
            </w:r>
          </w:p>
          <w:p w:rsidR="00DF452B" w:rsidRDefault="00DF452B" w:rsidP="00337988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země a národnosti</w:t>
            </w:r>
          </w:p>
          <w:p w:rsidR="00DF452B" w:rsidRPr="00664E7F" w:rsidRDefault="00DF452B" w:rsidP="00337988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krátký pozdrav (např. pohled z dovolené)</w:t>
            </w: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29A0" w:rsidRPr="00664E7F" w:rsidRDefault="00574F4D">
            <w:pPr>
              <w:snapToGrid w:val="0"/>
              <w:jc w:val="center"/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Český jazyk</w:t>
            </w:r>
          </w:p>
          <w:p w:rsidR="008229A0" w:rsidRPr="00664E7F" w:rsidRDefault="00574F4D">
            <w:pPr>
              <w:jc w:val="center"/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Hudební výchova</w:t>
            </w:r>
          </w:p>
          <w:p w:rsidR="008229A0" w:rsidRPr="00664E7F" w:rsidRDefault="00574F4D">
            <w:pPr>
              <w:jc w:val="center"/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Výtvarná výchova</w:t>
            </w:r>
          </w:p>
          <w:p w:rsidR="008229A0" w:rsidRPr="00664E7F" w:rsidRDefault="00574F4D">
            <w:pPr>
              <w:jc w:val="center"/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Matematika</w:t>
            </w:r>
          </w:p>
          <w:p w:rsidR="008229A0" w:rsidRPr="00664E7F" w:rsidRDefault="00574F4D">
            <w:pPr>
              <w:jc w:val="center"/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Vlastivěda – Evropa</w:t>
            </w: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574F4D">
            <w:p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OSV – Poznávání lidí</w:t>
            </w:r>
          </w:p>
          <w:p w:rsidR="008229A0" w:rsidRPr="00664E7F" w:rsidRDefault="00574F4D">
            <w:p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OSV – Komunikace</w:t>
            </w:r>
          </w:p>
          <w:p w:rsidR="008229A0" w:rsidRPr="00664E7F" w:rsidRDefault="00574F4D">
            <w:p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OSV – Sebepoznání a sebepojetí</w:t>
            </w: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574F4D">
            <w:p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EGS – Evropa a svět nás zajímá</w:t>
            </w: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574F4D">
            <w:p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MKV – multikulturalita</w:t>
            </w: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8229A0">
            <w:pPr>
              <w:jc w:val="center"/>
              <w:rPr>
                <w:sz w:val="24"/>
                <w:szCs w:val="24"/>
              </w:rPr>
            </w:pPr>
          </w:p>
          <w:p w:rsidR="008229A0" w:rsidRPr="00664E7F" w:rsidRDefault="008229A0">
            <w:pPr>
              <w:jc w:val="center"/>
              <w:rPr>
                <w:sz w:val="24"/>
                <w:szCs w:val="24"/>
              </w:rPr>
            </w:pPr>
          </w:p>
          <w:p w:rsidR="008229A0" w:rsidRPr="00664E7F" w:rsidRDefault="008229A0">
            <w:pPr>
              <w:jc w:val="center"/>
              <w:rPr>
                <w:sz w:val="24"/>
                <w:szCs w:val="24"/>
              </w:rPr>
            </w:pPr>
          </w:p>
          <w:p w:rsidR="008229A0" w:rsidRPr="00664E7F" w:rsidRDefault="00574F4D">
            <w:p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>EV – ekosystémy</w:t>
            </w: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8229A0">
            <w:pPr>
              <w:jc w:val="center"/>
              <w:rPr>
                <w:sz w:val="24"/>
                <w:szCs w:val="24"/>
              </w:rPr>
            </w:pPr>
          </w:p>
          <w:p w:rsidR="008229A0" w:rsidRPr="00664E7F" w:rsidRDefault="000C3C52" w:rsidP="000C3C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Informatika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229A0" w:rsidRPr="00664E7F" w:rsidRDefault="008229A0">
            <w:pPr>
              <w:snapToGrid w:val="0"/>
              <w:rPr>
                <w:sz w:val="24"/>
                <w:szCs w:val="24"/>
              </w:rPr>
            </w:pP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574F4D">
            <w:p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 xml:space="preserve"> – umíme se představit v cizím jazyce</w:t>
            </w: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574F4D">
            <w:p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 xml:space="preserve"> – zvyky a tradice</w:t>
            </w: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8229A0">
            <w:pPr>
              <w:rPr>
                <w:sz w:val="24"/>
                <w:szCs w:val="24"/>
              </w:rPr>
            </w:pPr>
          </w:p>
          <w:p w:rsidR="008229A0" w:rsidRPr="00664E7F" w:rsidRDefault="00574F4D">
            <w:pPr>
              <w:rPr>
                <w:sz w:val="24"/>
                <w:szCs w:val="24"/>
              </w:rPr>
            </w:pPr>
            <w:r w:rsidRPr="00664E7F">
              <w:rPr>
                <w:sz w:val="24"/>
                <w:szCs w:val="24"/>
              </w:rPr>
              <w:t xml:space="preserve"> – aktivní využití jazyka jako prostředku dorozumívání</w:t>
            </w:r>
          </w:p>
        </w:tc>
      </w:tr>
    </w:tbl>
    <w:p w:rsidR="008229A0" w:rsidRPr="00664E7F" w:rsidRDefault="00574F4D">
      <w:r w:rsidRPr="00664E7F">
        <w:rPr>
          <w:sz w:val="24"/>
        </w:rPr>
        <w:t>Pomůcky:</w:t>
      </w:r>
      <w:r w:rsidRPr="00664E7F">
        <w:rPr>
          <w:b/>
          <w:sz w:val="24"/>
        </w:rPr>
        <w:t xml:space="preserve"> </w:t>
      </w:r>
      <w:r w:rsidRPr="00664E7F">
        <w:rPr>
          <w:sz w:val="24"/>
        </w:rPr>
        <w:t>Audio video technika, počítače, mapy, kartičky, hry, obrazový a kopírovaný materiál, názorné pomůcky</w:t>
      </w:r>
      <w:r w:rsidRPr="00664E7F">
        <w:rPr>
          <w:b/>
          <w:sz w:val="24"/>
        </w:rPr>
        <w:t>.</w:t>
      </w:r>
    </w:p>
    <w:sectPr w:rsidR="008229A0" w:rsidRPr="00664E7F" w:rsidSect="008229A0">
      <w:headerReference w:type="default" r:id="rId7"/>
      <w:footerReference w:type="default" r:id="rId8"/>
      <w:pgSz w:w="15840" w:h="12240" w:orient="landscape"/>
      <w:pgMar w:top="1134" w:right="1418" w:bottom="851" w:left="1418" w:header="708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219" w:rsidRDefault="00493219" w:rsidP="008229A0">
      <w:r>
        <w:separator/>
      </w:r>
    </w:p>
  </w:endnote>
  <w:endnote w:type="continuationSeparator" w:id="0">
    <w:p w:rsidR="00493219" w:rsidRDefault="00493219" w:rsidP="00822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9A0" w:rsidRDefault="008229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219" w:rsidRDefault="00493219" w:rsidP="008229A0">
      <w:r w:rsidRPr="008229A0">
        <w:rPr>
          <w:color w:val="000000"/>
        </w:rPr>
        <w:separator/>
      </w:r>
    </w:p>
  </w:footnote>
  <w:footnote w:type="continuationSeparator" w:id="0">
    <w:p w:rsidR="00493219" w:rsidRDefault="00493219" w:rsidP="00822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9A0" w:rsidRDefault="008229A0">
    <w:pPr>
      <w:pStyle w:val="Header"/>
    </w:pPr>
    <w:r>
      <w:t>Školní vzdělávací program – Základní škola a mateřská škola Raškovice – Anglický jazyk 5.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A3D20"/>
    <w:multiLevelType w:val="multilevel"/>
    <w:tmpl w:val="80BACCF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2BD493E"/>
    <w:multiLevelType w:val="hybridMultilevel"/>
    <w:tmpl w:val="03367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F45D4"/>
    <w:multiLevelType w:val="hybridMultilevel"/>
    <w:tmpl w:val="366E8FC4"/>
    <w:lvl w:ilvl="0" w:tplc="58CC1506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862DED"/>
    <w:multiLevelType w:val="hybridMultilevel"/>
    <w:tmpl w:val="8D42B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80C6BE">
      <w:numFmt w:val="bullet"/>
      <w:lvlText w:val=""/>
      <w:lvlJc w:val="left"/>
      <w:pPr>
        <w:ind w:left="1440" w:hanging="360"/>
      </w:pPr>
      <w:rPr>
        <w:rFonts w:ascii="Wingdings" w:eastAsia="Times New Roman" w:hAnsi="Wingdings" w:cs="Wingdings" w:hint="default"/>
        <w:color w:val="FF000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E1355"/>
    <w:multiLevelType w:val="hybridMultilevel"/>
    <w:tmpl w:val="CA9E9F02"/>
    <w:lvl w:ilvl="0" w:tplc="58CC1506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06BA9"/>
    <w:multiLevelType w:val="multilevel"/>
    <w:tmpl w:val="F218367A"/>
    <w:lvl w:ilvl="0">
      <w:numFmt w:val="bullet"/>
      <w:lvlText w:val=""/>
      <w:lvlJc w:val="left"/>
      <w:pPr>
        <w:ind w:left="454" w:hanging="454"/>
      </w:pPr>
      <w:rPr>
        <w:rFonts w:ascii="Symbol" w:hAnsi="Symbol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E497A64"/>
    <w:multiLevelType w:val="multilevel"/>
    <w:tmpl w:val="5EE8626C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  <w:b/>
        <w:sz w:val="2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5D500049"/>
    <w:multiLevelType w:val="hybridMultilevel"/>
    <w:tmpl w:val="74660C7E"/>
    <w:lvl w:ilvl="0" w:tplc="B19A0A74">
      <w:start w:val="1"/>
      <w:numFmt w:val="bullet"/>
      <w:lvlText w:val=""/>
      <w:lvlJc w:val="left"/>
      <w:pPr>
        <w:ind w:left="890" w:hanging="360"/>
      </w:pPr>
      <w:rPr>
        <w:rFonts w:ascii="Wingdings" w:hAnsi="Wingdings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9A0"/>
    <w:rsid w:val="0006786C"/>
    <w:rsid w:val="000C3C52"/>
    <w:rsid w:val="000D1AF2"/>
    <w:rsid w:val="000E0AAA"/>
    <w:rsid w:val="00101858"/>
    <w:rsid w:val="00197D64"/>
    <w:rsid w:val="002B40C7"/>
    <w:rsid w:val="002F2452"/>
    <w:rsid w:val="00337988"/>
    <w:rsid w:val="00431A63"/>
    <w:rsid w:val="00455DEB"/>
    <w:rsid w:val="00493219"/>
    <w:rsid w:val="004952E0"/>
    <w:rsid w:val="00574F4D"/>
    <w:rsid w:val="00621A47"/>
    <w:rsid w:val="00664E7F"/>
    <w:rsid w:val="00736CAC"/>
    <w:rsid w:val="00794E0B"/>
    <w:rsid w:val="00820064"/>
    <w:rsid w:val="008229A0"/>
    <w:rsid w:val="00943F82"/>
    <w:rsid w:val="0095311D"/>
    <w:rsid w:val="00A56B2D"/>
    <w:rsid w:val="00A9541D"/>
    <w:rsid w:val="00B01EE5"/>
    <w:rsid w:val="00D77549"/>
    <w:rsid w:val="00DF452B"/>
    <w:rsid w:val="00E56015"/>
    <w:rsid w:val="00E65295"/>
    <w:rsid w:val="00EA4111"/>
    <w:rsid w:val="00EE5EE6"/>
    <w:rsid w:val="00FB5BE2"/>
    <w:rsid w:val="00FC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6FB6B-35A1-4EE2-BDF6-14EA760AD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8229A0"/>
    <w:pPr>
      <w:suppressAutoHyphens/>
      <w:autoSpaceDN w:val="0"/>
      <w:textAlignment w:val="baseline"/>
    </w:pPr>
    <w:rPr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8229A0"/>
    <w:pPr>
      <w:autoSpaceDN w:val="0"/>
      <w:textAlignment w:val="baseline"/>
    </w:pPr>
  </w:style>
  <w:style w:type="paragraph" w:customStyle="1" w:styleId="Heading">
    <w:name w:val="Heading"/>
    <w:basedOn w:val="Normln"/>
    <w:next w:val="Zkladntext"/>
    <w:rsid w:val="008229A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rsid w:val="008229A0"/>
    <w:pPr>
      <w:spacing w:after="120"/>
    </w:pPr>
  </w:style>
  <w:style w:type="paragraph" w:customStyle="1" w:styleId="Heading1">
    <w:name w:val="Heading 1"/>
    <w:basedOn w:val="Normln"/>
    <w:next w:val="Normln"/>
    <w:rsid w:val="008229A0"/>
    <w:pPr>
      <w:keepNext/>
      <w:outlineLvl w:val="0"/>
    </w:pPr>
    <w:rPr>
      <w:b/>
      <w:sz w:val="28"/>
    </w:rPr>
  </w:style>
  <w:style w:type="paragraph" w:customStyle="1" w:styleId="Heading2">
    <w:name w:val="Heading 2"/>
    <w:basedOn w:val="Normln"/>
    <w:next w:val="Normln"/>
    <w:rsid w:val="008229A0"/>
    <w:pPr>
      <w:keepNext/>
      <w:outlineLvl w:val="1"/>
    </w:pPr>
    <w:rPr>
      <w:b/>
      <w:sz w:val="24"/>
    </w:rPr>
  </w:style>
  <w:style w:type="paragraph" w:styleId="Zkladntext">
    <w:name w:val="Body Text"/>
    <w:basedOn w:val="Normln"/>
    <w:rsid w:val="008229A0"/>
    <w:pPr>
      <w:spacing w:after="120"/>
    </w:pPr>
  </w:style>
  <w:style w:type="paragraph" w:styleId="Seznam">
    <w:name w:val="List"/>
    <w:basedOn w:val="Zkladntext"/>
    <w:rsid w:val="008229A0"/>
    <w:rPr>
      <w:rFonts w:cs="Mangal"/>
    </w:rPr>
  </w:style>
  <w:style w:type="paragraph" w:customStyle="1" w:styleId="Caption">
    <w:name w:val="Caption"/>
    <w:basedOn w:val="Normln"/>
    <w:rsid w:val="008229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"/>
    <w:rsid w:val="008229A0"/>
    <w:pPr>
      <w:suppressLineNumbers/>
    </w:pPr>
    <w:rPr>
      <w:rFonts w:cs="Mangal"/>
    </w:rPr>
  </w:style>
  <w:style w:type="paragraph" w:customStyle="1" w:styleId="Header">
    <w:name w:val="Header"/>
    <w:basedOn w:val="Normln"/>
    <w:rsid w:val="008229A0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n"/>
    <w:rsid w:val="008229A0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ln"/>
    <w:rsid w:val="008229A0"/>
    <w:pPr>
      <w:suppressLineNumbers/>
    </w:pPr>
  </w:style>
  <w:style w:type="paragraph" w:customStyle="1" w:styleId="TableHeading">
    <w:name w:val="Table Heading"/>
    <w:basedOn w:val="TableContents"/>
    <w:rsid w:val="008229A0"/>
    <w:pPr>
      <w:jc w:val="center"/>
    </w:pPr>
    <w:rPr>
      <w:b/>
      <w:bCs/>
    </w:rPr>
  </w:style>
  <w:style w:type="character" w:customStyle="1" w:styleId="WW8Num2z0">
    <w:name w:val="WW8Num2z0"/>
    <w:rsid w:val="008229A0"/>
    <w:rPr>
      <w:b/>
      <w:sz w:val="28"/>
    </w:rPr>
  </w:style>
  <w:style w:type="character" w:customStyle="1" w:styleId="Absatz-Standardschriftart">
    <w:name w:val="Absatz-Standardschriftart"/>
    <w:rsid w:val="008229A0"/>
  </w:style>
  <w:style w:type="character" w:customStyle="1" w:styleId="WW8Num1z0">
    <w:name w:val="WW8Num1z0"/>
    <w:rsid w:val="008229A0"/>
    <w:rPr>
      <w:rFonts w:ascii="Symbol" w:hAnsi="Symbol"/>
    </w:rPr>
  </w:style>
  <w:style w:type="character" w:customStyle="1" w:styleId="WW8Num1z1">
    <w:name w:val="WW8Num1z1"/>
    <w:rsid w:val="008229A0"/>
    <w:rPr>
      <w:rFonts w:ascii="Times New Roman" w:eastAsia="Times New Roman" w:hAnsi="Times New Roman" w:cs="Times New Roman"/>
    </w:rPr>
  </w:style>
  <w:style w:type="character" w:customStyle="1" w:styleId="WW8Num1z2">
    <w:name w:val="WW8Num1z2"/>
    <w:rsid w:val="008229A0"/>
    <w:rPr>
      <w:rFonts w:ascii="Wingdings" w:hAnsi="Wingdings"/>
    </w:rPr>
  </w:style>
  <w:style w:type="character" w:customStyle="1" w:styleId="WW8Num1z4">
    <w:name w:val="WW8Num1z4"/>
    <w:rsid w:val="008229A0"/>
    <w:rPr>
      <w:rFonts w:ascii="Courier New" w:hAnsi="Courier New" w:cs="Courier New"/>
    </w:rPr>
  </w:style>
  <w:style w:type="character" w:customStyle="1" w:styleId="WW8Num3z0">
    <w:name w:val="WW8Num3z0"/>
    <w:rsid w:val="008229A0"/>
    <w:rPr>
      <w:rFonts w:ascii="Symbol" w:hAnsi="Symbol"/>
    </w:rPr>
  </w:style>
  <w:style w:type="character" w:customStyle="1" w:styleId="WW8Num3z1">
    <w:name w:val="WW8Num3z1"/>
    <w:rsid w:val="008229A0"/>
    <w:rPr>
      <w:rFonts w:ascii="Courier New" w:hAnsi="Courier New" w:cs="Courier New"/>
    </w:rPr>
  </w:style>
  <w:style w:type="character" w:customStyle="1" w:styleId="WW8Num3z2">
    <w:name w:val="WW8Num3z2"/>
    <w:rsid w:val="008229A0"/>
    <w:rPr>
      <w:rFonts w:ascii="Wingdings" w:hAnsi="Wingdings"/>
    </w:rPr>
  </w:style>
  <w:style w:type="character" w:customStyle="1" w:styleId="WW8Num4z0">
    <w:name w:val="WW8Num4z0"/>
    <w:rsid w:val="008229A0"/>
    <w:rPr>
      <w:rFonts w:ascii="Symbol" w:hAnsi="Symbol"/>
    </w:rPr>
  </w:style>
  <w:style w:type="character" w:customStyle="1" w:styleId="WW8Num4z2">
    <w:name w:val="WW8Num4z2"/>
    <w:rsid w:val="008229A0"/>
    <w:rPr>
      <w:rFonts w:ascii="Wingdings" w:hAnsi="Wingdings"/>
    </w:rPr>
  </w:style>
  <w:style w:type="character" w:customStyle="1" w:styleId="WW8Num4z4">
    <w:name w:val="WW8Num4z4"/>
    <w:rsid w:val="008229A0"/>
    <w:rPr>
      <w:rFonts w:ascii="Courier New" w:hAnsi="Courier New" w:cs="Courier New"/>
    </w:rPr>
  </w:style>
  <w:style w:type="character" w:customStyle="1" w:styleId="Standardnpsmoodstavce1">
    <w:name w:val="Standardní písmo odstavce1"/>
    <w:rsid w:val="008229A0"/>
  </w:style>
  <w:style w:type="paragraph" w:customStyle="1" w:styleId="Default">
    <w:name w:val="Default"/>
    <w:rsid w:val="00E5601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8229A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semiHidden/>
    <w:rsid w:val="008229A0"/>
    <w:rPr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8229A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semiHidden/>
    <w:rsid w:val="008229A0"/>
    <w:rPr>
      <w:lang w:eastAsia="ar-SA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E56015"/>
    <w:pPr>
      <w:numPr>
        <w:numId w:val="3"/>
      </w:numPr>
      <w:suppressAutoHyphens w:val="0"/>
      <w:autoSpaceDE w:val="0"/>
      <w:spacing w:before="20"/>
      <w:ind w:right="113"/>
      <w:textAlignment w:val="auto"/>
    </w:pPr>
    <w:rPr>
      <w:b/>
      <w:bCs/>
      <w:i/>
      <w:iCs/>
      <w:sz w:val="22"/>
      <w:szCs w:val="22"/>
      <w:lang w:val="x-none" w:eastAsia="x-none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E56015"/>
    <w:rPr>
      <w:b/>
      <w:bCs/>
      <w:i/>
      <w:i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794E0B"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oblast: Anglický jazyk</vt:lpstr>
    </vt:vector>
  </TitlesOfParts>
  <Company>HP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oblast: Anglický jazyk</dc:title>
  <dc:subject/>
  <dc:creator>student</dc:creator>
  <cp:keywords/>
  <cp:lastModifiedBy>Ivana Kovalčíková</cp:lastModifiedBy>
  <cp:revision>2</cp:revision>
  <cp:lastPrinted>2011-06-24T11:39:00Z</cp:lastPrinted>
  <dcterms:created xsi:type="dcterms:W3CDTF">2021-08-25T09:24:00Z</dcterms:created>
  <dcterms:modified xsi:type="dcterms:W3CDTF">2021-08-25T09:24:00Z</dcterms:modified>
</cp:coreProperties>
</file>